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C3E896" w14:textId="77777777" w:rsidR="00694AC6" w:rsidRPr="0060178B" w:rsidRDefault="00694AC6" w:rsidP="00694AC6">
      <w:pPr>
        <w:rPr>
          <w:rFonts w:ascii="Cambria Math" w:hAnsi="Cambria Math"/>
          <w:b/>
        </w:rPr>
      </w:pPr>
      <w:r w:rsidRPr="0060178B">
        <w:rPr>
          <w:rFonts w:ascii="Cambria Math" w:hAnsi="Cambria Math"/>
          <w:b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FB459C8" wp14:editId="14E502EF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43F1521" w14:textId="287077F2" w:rsidR="00694AC6" w:rsidRPr="009F38EA" w:rsidRDefault="00694AC6" w:rsidP="00694AC6">
                            <w:pPr>
                              <w:jc w:val="center"/>
                            </w:pPr>
                            <w:r>
                              <w:t>HW#</w:t>
                            </w:r>
                            <w:r>
                              <w:t>91</w:t>
                            </w:r>
                            <w:r w:rsidRPr="009F38EA">
                              <w:t>:</w:t>
                            </w:r>
                            <w:r>
                              <w:t xml:space="preserve"> Rhombus, Rectangles, and Squares</w:t>
                            </w:r>
                            <w:r w:rsidRPr="009F38EA">
                              <w:t xml:space="preserve"> </w:t>
                            </w:r>
                          </w:p>
                          <w:p w14:paraId="431A651C" w14:textId="77777777" w:rsidR="00694AC6" w:rsidRDefault="00694AC6" w:rsidP="00694AC6">
                            <w:pPr>
                              <w:jc w:val="center"/>
                            </w:pPr>
                            <w:r w:rsidRPr="009F38EA">
                              <w:t>Geometry</w:t>
                            </w:r>
                          </w:p>
                          <w:p w14:paraId="66A5C002" w14:textId="57131A4F" w:rsidR="00694AC6" w:rsidRPr="009F38EA" w:rsidRDefault="00694AC6" w:rsidP="00694AC6">
                            <w:pPr>
                              <w:jc w:val="center"/>
                            </w:pPr>
                            <w:r>
                              <w:t>Due: Monday, March 7</w:t>
                            </w:r>
                            <w:r w:rsidRPr="00694AC6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B459C8" id="Rounded_x0020_Rectangle_x0020_15" o:spid="_x0000_s1026" style="position:absolute;margin-left:265.35pt;margin-top:.05pt;width:261.5pt;height:52.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443F1521" w14:textId="287077F2" w:rsidR="00694AC6" w:rsidRPr="009F38EA" w:rsidRDefault="00694AC6" w:rsidP="00694AC6">
                      <w:pPr>
                        <w:jc w:val="center"/>
                      </w:pPr>
                      <w:r>
                        <w:t>HW#</w:t>
                      </w:r>
                      <w:r>
                        <w:t>91</w:t>
                      </w:r>
                      <w:r w:rsidRPr="009F38EA">
                        <w:t>:</w:t>
                      </w:r>
                      <w:r>
                        <w:t xml:space="preserve"> Rhombus, Rectangles, and Squares</w:t>
                      </w:r>
                      <w:r w:rsidRPr="009F38EA">
                        <w:t xml:space="preserve"> </w:t>
                      </w:r>
                    </w:p>
                    <w:p w14:paraId="431A651C" w14:textId="77777777" w:rsidR="00694AC6" w:rsidRDefault="00694AC6" w:rsidP="00694AC6">
                      <w:pPr>
                        <w:jc w:val="center"/>
                      </w:pPr>
                      <w:r w:rsidRPr="009F38EA">
                        <w:t>Geometry</w:t>
                      </w:r>
                    </w:p>
                    <w:p w14:paraId="66A5C002" w14:textId="57131A4F" w:rsidR="00694AC6" w:rsidRPr="009F38EA" w:rsidRDefault="00694AC6" w:rsidP="00694AC6">
                      <w:pPr>
                        <w:jc w:val="center"/>
                      </w:pPr>
                      <w:r>
                        <w:t>Due: Monday, March 7</w:t>
                      </w:r>
                      <w:r w:rsidRPr="00694AC6">
                        <w:rPr>
                          <w:vertAlign w:val="superscript"/>
                        </w:rPr>
                        <w:t>th</w:t>
                      </w:r>
                      <w:r>
                        <w:t xml:space="preserve"> 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19BEB6DC" w14:textId="77777777" w:rsidR="00694AC6" w:rsidRPr="0060178B" w:rsidRDefault="00694AC6" w:rsidP="00694AC6">
      <w:pPr>
        <w:rPr>
          <w:rFonts w:ascii="Cambria Math" w:hAnsi="Cambria Math"/>
          <w:b/>
        </w:rPr>
      </w:pPr>
      <w:proofErr w:type="gramStart"/>
      <w:r w:rsidRPr="0060178B">
        <w:rPr>
          <w:rFonts w:ascii="Cambria Math" w:hAnsi="Cambria Math"/>
        </w:rPr>
        <w:t>Name:_</w:t>
      </w:r>
      <w:proofErr w:type="gramEnd"/>
      <w:r w:rsidRPr="0060178B">
        <w:rPr>
          <w:rFonts w:ascii="Cambria Math" w:hAnsi="Cambria Math"/>
        </w:rPr>
        <w:t>_______________________</w:t>
      </w:r>
      <w:r>
        <w:rPr>
          <w:rFonts w:ascii="Cambria Math" w:hAnsi="Cambria Math"/>
        </w:rPr>
        <w:t>____________</w:t>
      </w:r>
      <w:r w:rsidRPr="0060178B">
        <w:rPr>
          <w:rFonts w:ascii="Cambria Math" w:hAnsi="Cambria Math"/>
        </w:rPr>
        <w:t>_ TP:_____</w:t>
      </w:r>
    </w:p>
    <w:p w14:paraId="4479CCD8" w14:textId="77777777" w:rsidR="00694AC6" w:rsidRDefault="00694AC6" w:rsidP="00694AC6">
      <w:pPr>
        <w:rPr>
          <w:b/>
        </w:rPr>
      </w:pPr>
    </w:p>
    <w:p w14:paraId="2A9CCACB" w14:textId="722DB131" w:rsidR="008D1D28" w:rsidRDefault="008D1D28"/>
    <w:p w14:paraId="2691248F" w14:textId="77777777" w:rsidR="004A1C66" w:rsidRDefault="004A1C66"/>
    <w:p w14:paraId="1AD8786E" w14:textId="7FBAA824" w:rsidR="00791627" w:rsidRPr="00694AC6" w:rsidRDefault="00791627" w:rsidP="00791627">
      <w:pPr>
        <w:rPr>
          <w:rFonts w:cs="Calibri"/>
          <w:b/>
        </w:rPr>
      </w:pPr>
      <w:r w:rsidRPr="00BC45B2">
        <w:rPr>
          <w:rFonts w:cs="Calibri"/>
          <w:b/>
        </w:rPr>
        <w:t xml:space="preserve">Failure to show all work </w:t>
      </w:r>
      <w:r>
        <w:rPr>
          <w:rFonts w:cs="Calibri"/>
          <w:b/>
        </w:rPr>
        <w:t xml:space="preserve">(including drawing &amp; labeling shapes) </w:t>
      </w:r>
      <w:r w:rsidRPr="00BC45B2">
        <w:rPr>
          <w:rFonts w:cs="Calibri"/>
          <w:b/>
        </w:rPr>
        <w:t>will result in LaSalle!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5394"/>
        <w:gridCol w:w="5396"/>
      </w:tblGrid>
      <w:tr w:rsidR="00791627" w14:paraId="4A5FC3B8" w14:textId="77777777" w:rsidTr="00CF2641">
        <w:tc>
          <w:tcPr>
            <w:tcW w:w="5508" w:type="dxa"/>
          </w:tcPr>
          <w:p w14:paraId="7D90E508" w14:textId="77777777" w:rsidR="00791627" w:rsidRPr="00791627" w:rsidRDefault="00791627" w:rsidP="00791627">
            <w:pPr>
              <w:pStyle w:val="ListParagraph"/>
              <w:numPr>
                <w:ilvl w:val="0"/>
                <w:numId w:val="5"/>
              </w:numPr>
              <w:rPr>
                <w:rFonts w:cs="Cambria"/>
              </w:rPr>
            </w:pPr>
            <w:r w:rsidRPr="00C14ABC">
              <w:t>One diagonal of a rhombus is 6 inches and the other is 8 inches.</w:t>
            </w:r>
            <w:r>
              <w:t xml:space="preserve"> Draw it:</w:t>
            </w:r>
          </w:p>
          <w:p w14:paraId="3AAF5247" w14:textId="77777777" w:rsidR="00791627" w:rsidRPr="00C14ABC" w:rsidRDefault="00791627" w:rsidP="00CF2641">
            <w:pPr>
              <w:rPr>
                <w:rFonts w:cs="Cambria"/>
              </w:rPr>
            </w:pPr>
          </w:p>
          <w:p w14:paraId="72F436B2" w14:textId="77777777" w:rsidR="00791627" w:rsidRPr="00C14ABC" w:rsidRDefault="00791627" w:rsidP="00CF2641">
            <w:pPr>
              <w:rPr>
                <w:rFonts w:cs="Cambria"/>
              </w:rPr>
            </w:pPr>
          </w:p>
          <w:p w14:paraId="1DE340C1" w14:textId="77777777" w:rsidR="00791627" w:rsidRPr="00C14ABC" w:rsidRDefault="00791627" w:rsidP="00CF2641">
            <w:pPr>
              <w:rPr>
                <w:rFonts w:cs="Cambria"/>
              </w:rPr>
            </w:pPr>
          </w:p>
          <w:p w14:paraId="3237E9C8" w14:textId="77777777" w:rsidR="00791627" w:rsidRPr="00C14ABC" w:rsidRDefault="00791627" w:rsidP="00CF2641">
            <w:pPr>
              <w:rPr>
                <w:rFonts w:cs="Cambria"/>
              </w:rPr>
            </w:pPr>
          </w:p>
          <w:p w14:paraId="261063F1" w14:textId="77777777" w:rsidR="00791627" w:rsidRPr="00C14ABC" w:rsidRDefault="00791627" w:rsidP="00CF2641">
            <w:pPr>
              <w:rPr>
                <w:rFonts w:cs="Cambria"/>
              </w:rPr>
            </w:pPr>
          </w:p>
          <w:p w14:paraId="5DD6D690" w14:textId="77777777" w:rsidR="00791627" w:rsidRPr="00C14ABC" w:rsidRDefault="00791627" w:rsidP="00CF2641">
            <w:pPr>
              <w:rPr>
                <w:rFonts w:cs="Cambria"/>
              </w:rPr>
            </w:pPr>
          </w:p>
          <w:p w14:paraId="15F22D21" w14:textId="77777777" w:rsidR="00791627" w:rsidRPr="00C14ABC" w:rsidRDefault="00791627" w:rsidP="00CF2641">
            <w:pPr>
              <w:rPr>
                <w:rFonts w:cs="Cambria"/>
              </w:rPr>
            </w:pPr>
            <w:r w:rsidRPr="00C14ABC">
              <w:rPr>
                <w:rFonts w:cs="Cambria"/>
              </w:rPr>
              <w:t>a. How long is each side of the rhombus?</w:t>
            </w:r>
          </w:p>
          <w:p w14:paraId="06BA042A" w14:textId="77777777" w:rsidR="00791627" w:rsidRPr="00C14ABC" w:rsidRDefault="00791627" w:rsidP="00CF2641"/>
          <w:p w14:paraId="293E6313" w14:textId="77777777" w:rsidR="00791627" w:rsidRPr="00C14ABC" w:rsidRDefault="00791627" w:rsidP="00CF2641"/>
          <w:p w14:paraId="596BA2FF" w14:textId="77777777" w:rsidR="00791627" w:rsidRPr="00C14ABC" w:rsidRDefault="00791627" w:rsidP="00CF2641"/>
          <w:p w14:paraId="1158FB56" w14:textId="77777777" w:rsidR="00791627" w:rsidRPr="00C14ABC" w:rsidRDefault="00791627" w:rsidP="00CF2641">
            <w:r w:rsidRPr="00C14ABC">
              <w:t>b. Find the perimeter.</w:t>
            </w:r>
          </w:p>
          <w:p w14:paraId="1DAEDEE5" w14:textId="77777777" w:rsidR="00791627" w:rsidRPr="00C14ABC" w:rsidRDefault="00791627" w:rsidP="00CF2641"/>
          <w:p w14:paraId="58A9CA10" w14:textId="77777777" w:rsidR="00791627" w:rsidRPr="00C14ABC" w:rsidRDefault="00791627" w:rsidP="00CF2641"/>
          <w:p w14:paraId="04B99D9C" w14:textId="77777777" w:rsidR="00791627" w:rsidRPr="00C14ABC" w:rsidRDefault="00791627" w:rsidP="00CF2641"/>
          <w:p w14:paraId="5FE01C52" w14:textId="77777777" w:rsidR="00791627" w:rsidRPr="00C14ABC" w:rsidRDefault="00791627" w:rsidP="00CF2641">
            <w:r w:rsidRPr="00C14ABC">
              <w:t>c. Find the area.</w:t>
            </w:r>
          </w:p>
          <w:p w14:paraId="33AB6DE6" w14:textId="77777777" w:rsidR="00791627" w:rsidRPr="00C14ABC" w:rsidRDefault="00791627" w:rsidP="00CF2641"/>
          <w:p w14:paraId="52A3F0E9" w14:textId="77777777" w:rsidR="00791627" w:rsidRPr="00C14ABC" w:rsidRDefault="00791627" w:rsidP="00CF2641"/>
          <w:p w14:paraId="765E0B1C" w14:textId="77777777" w:rsidR="00791627" w:rsidRPr="00C14ABC" w:rsidRDefault="00791627" w:rsidP="00CF2641"/>
          <w:p w14:paraId="10DD23AA" w14:textId="77777777" w:rsidR="00791627" w:rsidRPr="00C14ABC" w:rsidRDefault="00791627" w:rsidP="00CF2641"/>
          <w:p w14:paraId="0EADF938" w14:textId="77777777" w:rsidR="00791627" w:rsidRPr="00C14ABC" w:rsidRDefault="00791627" w:rsidP="00CF2641"/>
        </w:tc>
        <w:tc>
          <w:tcPr>
            <w:tcW w:w="5508" w:type="dxa"/>
          </w:tcPr>
          <w:p w14:paraId="433E7F42" w14:textId="77777777" w:rsidR="00791627" w:rsidRPr="00C14ABC" w:rsidRDefault="00791627" w:rsidP="00791627">
            <w:pPr>
              <w:pStyle w:val="ListParagraph"/>
              <w:numPr>
                <w:ilvl w:val="0"/>
                <w:numId w:val="5"/>
              </w:numPr>
            </w:pPr>
            <w:r w:rsidRPr="00C14ABC">
              <w:t>The diagonal of a square is 20 cm.  Find the length of one side of the square and the perimeter of the entire square.</w:t>
            </w:r>
            <w:r>
              <w:t xml:space="preserve"> Draw it:</w:t>
            </w:r>
          </w:p>
          <w:p w14:paraId="4FA4DD5E" w14:textId="77777777" w:rsidR="00791627" w:rsidRPr="00C14ABC" w:rsidRDefault="00791627" w:rsidP="00CF2641"/>
          <w:p w14:paraId="02CD498D" w14:textId="77777777" w:rsidR="00791627" w:rsidRPr="00C14ABC" w:rsidRDefault="00791627" w:rsidP="00CF2641"/>
          <w:p w14:paraId="188B5701" w14:textId="77777777" w:rsidR="00791627" w:rsidRPr="00C14ABC" w:rsidRDefault="00791627" w:rsidP="00CF2641">
            <w:pPr>
              <w:rPr>
                <w:b/>
              </w:rPr>
            </w:pPr>
          </w:p>
          <w:p w14:paraId="34957E5C" w14:textId="77777777" w:rsidR="00791627" w:rsidRPr="00C14ABC" w:rsidRDefault="00791627" w:rsidP="00CF2641">
            <w:pPr>
              <w:rPr>
                <w:b/>
              </w:rPr>
            </w:pPr>
          </w:p>
          <w:p w14:paraId="661D545B" w14:textId="77777777" w:rsidR="00791627" w:rsidRPr="00C14ABC" w:rsidRDefault="00791627" w:rsidP="00CF2641">
            <w:pPr>
              <w:rPr>
                <w:b/>
              </w:rPr>
            </w:pPr>
          </w:p>
          <w:p w14:paraId="0E3A0519" w14:textId="77777777" w:rsidR="00791627" w:rsidRPr="00C14ABC" w:rsidRDefault="00791627" w:rsidP="00CF2641">
            <w:pPr>
              <w:rPr>
                <w:rFonts w:cs="Cambria"/>
              </w:rPr>
            </w:pPr>
            <w:r w:rsidRPr="00C14ABC">
              <w:rPr>
                <w:rFonts w:cs="Cambria"/>
              </w:rPr>
              <w:t>a. How long is each side of the square?</w:t>
            </w:r>
          </w:p>
          <w:p w14:paraId="62E241FC" w14:textId="77777777" w:rsidR="00791627" w:rsidRPr="00C14ABC" w:rsidRDefault="00791627" w:rsidP="00CF2641"/>
          <w:p w14:paraId="1D0A3957" w14:textId="77777777" w:rsidR="00791627" w:rsidRPr="00C14ABC" w:rsidRDefault="00791627" w:rsidP="00CF2641"/>
          <w:p w14:paraId="2C467B73" w14:textId="77777777" w:rsidR="00791627" w:rsidRPr="00C14ABC" w:rsidRDefault="00791627" w:rsidP="00CF2641"/>
          <w:p w14:paraId="26FAB123" w14:textId="77777777" w:rsidR="00791627" w:rsidRPr="00C14ABC" w:rsidRDefault="00791627" w:rsidP="00CF2641">
            <w:r w:rsidRPr="00C14ABC">
              <w:t>b. Find the perimeter.</w:t>
            </w:r>
          </w:p>
          <w:p w14:paraId="7A6A54B1" w14:textId="77777777" w:rsidR="00791627" w:rsidRPr="00C14ABC" w:rsidRDefault="00791627" w:rsidP="00CF2641"/>
          <w:p w14:paraId="5C40075B" w14:textId="77777777" w:rsidR="00791627" w:rsidRPr="00C14ABC" w:rsidRDefault="00791627" w:rsidP="00CF2641"/>
          <w:p w14:paraId="1F670E0B" w14:textId="77777777" w:rsidR="00791627" w:rsidRPr="00C14ABC" w:rsidRDefault="00791627" w:rsidP="00CF2641"/>
          <w:p w14:paraId="4F92899F" w14:textId="77777777" w:rsidR="00791627" w:rsidRPr="00C14ABC" w:rsidRDefault="00791627" w:rsidP="00CF2641">
            <w:r w:rsidRPr="00C14ABC">
              <w:t>c. Find the area.</w:t>
            </w:r>
          </w:p>
          <w:p w14:paraId="43B6797F" w14:textId="77777777" w:rsidR="00791627" w:rsidRPr="00C14ABC" w:rsidRDefault="00791627" w:rsidP="00CF2641"/>
        </w:tc>
      </w:tr>
    </w:tbl>
    <w:p w14:paraId="56E447BA" w14:textId="77777777" w:rsidR="00791627" w:rsidRPr="00941B18" w:rsidRDefault="00791627" w:rsidP="00791627">
      <w:pPr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2"/>
        <w:gridCol w:w="5518"/>
      </w:tblGrid>
      <w:tr w:rsidR="00791627" w:rsidRPr="00941B18" w14:paraId="5BD98F92" w14:textId="77777777" w:rsidTr="00CF2641">
        <w:tc>
          <w:tcPr>
            <w:tcW w:w="5363" w:type="dxa"/>
            <w:shd w:val="clear" w:color="auto" w:fill="auto"/>
          </w:tcPr>
          <w:p w14:paraId="0EA09B44" w14:textId="77777777" w:rsidR="00791627" w:rsidRPr="00791627" w:rsidRDefault="00791627" w:rsidP="00791627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 w:rsidRPr="00791627">
              <w:rPr>
                <w:rFonts w:cs="Arial"/>
              </w:rPr>
              <w:t>The size of the obtuse angle of a rhombus is twice the size of its acute angle. The side length of the rhombus is equal to 20 feet. Find its area.</w:t>
            </w:r>
          </w:p>
          <w:p w14:paraId="42713A5F" w14:textId="77777777" w:rsidR="00791627" w:rsidRPr="00941B18" w:rsidRDefault="00791627" w:rsidP="00CF2641">
            <w:pPr>
              <w:rPr>
                <w:b/>
              </w:rPr>
            </w:pPr>
          </w:p>
          <w:p w14:paraId="0CD930F9" w14:textId="77777777" w:rsidR="00791627" w:rsidRPr="00941B18" w:rsidRDefault="00791627" w:rsidP="00CF2641">
            <w:pPr>
              <w:rPr>
                <w:b/>
              </w:rPr>
            </w:pPr>
          </w:p>
          <w:p w14:paraId="03386780" w14:textId="77777777" w:rsidR="00791627" w:rsidRPr="00941B18" w:rsidRDefault="00791627" w:rsidP="00CF2641">
            <w:pPr>
              <w:rPr>
                <w:b/>
              </w:rPr>
            </w:pPr>
          </w:p>
          <w:p w14:paraId="25E73EF7" w14:textId="77777777" w:rsidR="00791627" w:rsidRPr="00941B18" w:rsidRDefault="00791627" w:rsidP="00CF2641">
            <w:pPr>
              <w:rPr>
                <w:b/>
              </w:rPr>
            </w:pPr>
          </w:p>
          <w:p w14:paraId="33675CAE" w14:textId="77777777" w:rsidR="00791627" w:rsidRPr="00941B18" w:rsidRDefault="00791627" w:rsidP="00CF2641">
            <w:pPr>
              <w:rPr>
                <w:b/>
              </w:rPr>
            </w:pPr>
          </w:p>
          <w:p w14:paraId="1F5B4C9D" w14:textId="77777777" w:rsidR="00791627" w:rsidRPr="00941B18" w:rsidRDefault="00791627" w:rsidP="00CF2641">
            <w:pPr>
              <w:rPr>
                <w:b/>
              </w:rPr>
            </w:pPr>
          </w:p>
          <w:p w14:paraId="0C96EEDE" w14:textId="77777777" w:rsidR="00791627" w:rsidRPr="00941B18" w:rsidRDefault="00791627" w:rsidP="00CF2641">
            <w:pPr>
              <w:rPr>
                <w:b/>
              </w:rPr>
            </w:pPr>
          </w:p>
          <w:p w14:paraId="1556673C" w14:textId="77777777" w:rsidR="00791627" w:rsidRPr="00941B18" w:rsidRDefault="00791627" w:rsidP="00CF2641">
            <w:pPr>
              <w:rPr>
                <w:b/>
              </w:rPr>
            </w:pPr>
          </w:p>
          <w:p w14:paraId="2EC31F32" w14:textId="77777777" w:rsidR="00791627" w:rsidRPr="00941B18" w:rsidRDefault="00791627" w:rsidP="00CF2641">
            <w:pPr>
              <w:rPr>
                <w:b/>
              </w:rPr>
            </w:pPr>
          </w:p>
        </w:tc>
        <w:tc>
          <w:tcPr>
            <w:tcW w:w="5653" w:type="dxa"/>
            <w:shd w:val="clear" w:color="auto" w:fill="auto"/>
          </w:tcPr>
          <w:p w14:paraId="0E909610" w14:textId="77777777" w:rsidR="00791627" w:rsidRPr="00791627" w:rsidRDefault="00791627" w:rsidP="00791627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 w:rsidRPr="00791627">
              <w:rPr>
                <w:b/>
              </w:rPr>
              <w:t>8)</w:t>
            </w:r>
            <w:r w:rsidRPr="00791627">
              <w:rPr>
                <w:rFonts w:ascii="Arial" w:hAnsi="Arial" w:cs="Arial"/>
              </w:rPr>
              <w:t xml:space="preserve"> </w:t>
            </w:r>
            <w:r w:rsidRPr="00791627">
              <w:rPr>
                <w:rFonts w:ascii="Calibri" w:hAnsi="Calibri" w:cs="Arial"/>
              </w:rPr>
              <w:t>The lengths of the diagonals of a rhombus are 10 and 24 meters. Find the perimeter of the rhombus.</w:t>
            </w:r>
          </w:p>
        </w:tc>
      </w:tr>
      <w:tr w:rsidR="00791627" w:rsidRPr="00941B18" w14:paraId="4A0CAEB8" w14:textId="77777777" w:rsidTr="00CF2641">
        <w:tc>
          <w:tcPr>
            <w:tcW w:w="5363" w:type="dxa"/>
            <w:shd w:val="clear" w:color="auto" w:fill="auto"/>
          </w:tcPr>
          <w:p w14:paraId="4465B0E0" w14:textId="77777777" w:rsidR="00791627" w:rsidRPr="00791627" w:rsidRDefault="00791627" w:rsidP="00791627">
            <w:pPr>
              <w:pStyle w:val="ListParagraph"/>
              <w:numPr>
                <w:ilvl w:val="0"/>
                <w:numId w:val="5"/>
              </w:numPr>
              <w:rPr>
                <w:rFonts w:cs="Arial"/>
              </w:rPr>
            </w:pPr>
            <w:r w:rsidRPr="00791627">
              <w:rPr>
                <w:rFonts w:cs="Arial"/>
              </w:rPr>
              <w:t>The perimeter of a rhombus is 60 feet and one of its diagonal has a length of 20 feet. Find the other diagonal &amp; the area of the rhombus.</w:t>
            </w:r>
          </w:p>
          <w:p w14:paraId="0C3F5D3E" w14:textId="77777777" w:rsidR="00791627" w:rsidRPr="00941B18" w:rsidRDefault="00791627" w:rsidP="00CF2641">
            <w:pPr>
              <w:rPr>
                <w:rFonts w:cs="Arial"/>
              </w:rPr>
            </w:pPr>
          </w:p>
          <w:p w14:paraId="75E8BB28" w14:textId="77777777" w:rsidR="00791627" w:rsidRPr="00941B18" w:rsidRDefault="00791627" w:rsidP="00CF2641">
            <w:pPr>
              <w:rPr>
                <w:rFonts w:cs="Arial"/>
              </w:rPr>
            </w:pPr>
          </w:p>
          <w:p w14:paraId="7C60F11A" w14:textId="77777777" w:rsidR="00791627" w:rsidRDefault="00791627" w:rsidP="00CF2641">
            <w:pPr>
              <w:rPr>
                <w:rFonts w:cs="Arial"/>
              </w:rPr>
            </w:pPr>
          </w:p>
          <w:p w14:paraId="2E0E7127" w14:textId="77777777" w:rsidR="00791627" w:rsidRPr="00941B18" w:rsidRDefault="00791627" w:rsidP="00CF2641">
            <w:pPr>
              <w:rPr>
                <w:rFonts w:cs="Arial"/>
              </w:rPr>
            </w:pPr>
          </w:p>
          <w:p w14:paraId="7B179EA2" w14:textId="77777777" w:rsidR="00791627" w:rsidRPr="00941B18" w:rsidRDefault="00791627" w:rsidP="00CF2641">
            <w:pPr>
              <w:rPr>
                <w:rFonts w:cs="Arial"/>
              </w:rPr>
            </w:pPr>
          </w:p>
          <w:p w14:paraId="542DB944" w14:textId="77777777" w:rsidR="00791627" w:rsidRPr="00941B18" w:rsidRDefault="00791627" w:rsidP="00CF2641">
            <w:pPr>
              <w:rPr>
                <w:rFonts w:cs="Arial"/>
              </w:rPr>
            </w:pPr>
          </w:p>
          <w:p w14:paraId="79294ED3" w14:textId="77777777" w:rsidR="00791627" w:rsidRPr="00941B18" w:rsidRDefault="00791627" w:rsidP="00CF2641">
            <w:pPr>
              <w:rPr>
                <w:rFonts w:cs="Arial"/>
              </w:rPr>
            </w:pPr>
          </w:p>
          <w:p w14:paraId="40C1EEC9" w14:textId="77777777" w:rsidR="00791627" w:rsidRPr="00941B18" w:rsidRDefault="00791627" w:rsidP="00CF2641">
            <w:pPr>
              <w:rPr>
                <w:rFonts w:cs="Arial"/>
              </w:rPr>
            </w:pPr>
            <w:bookmarkStart w:id="0" w:name="_GoBack"/>
            <w:bookmarkEnd w:id="0"/>
          </w:p>
          <w:p w14:paraId="6AF271DA" w14:textId="77777777" w:rsidR="00791627" w:rsidRPr="00941B18" w:rsidRDefault="00791627" w:rsidP="00CF2641">
            <w:pPr>
              <w:rPr>
                <w:rFonts w:cs="Arial"/>
              </w:rPr>
            </w:pPr>
          </w:p>
          <w:p w14:paraId="7206BA6B" w14:textId="77777777" w:rsidR="00791627" w:rsidRPr="00941B18" w:rsidRDefault="00791627" w:rsidP="00CF2641">
            <w:pPr>
              <w:rPr>
                <w:b/>
              </w:rPr>
            </w:pPr>
          </w:p>
        </w:tc>
        <w:tc>
          <w:tcPr>
            <w:tcW w:w="5653" w:type="dxa"/>
            <w:shd w:val="clear" w:color="auto" w:fill="auto"/>
          </w:tcPr>
          <w:p w14:paraId="072A8F63" w14:textId="77777777" w:rsidR="00791627" w:rsidRPr="00791627" w:rsidRDefault="00791627" w:rsidP="00791627">
            <w:pPr>
              <w:pStyle w:val="ListParagraph"/>
              <w:numPr>
                <w:ilvl w:val="0"/>
                <w:numId w:val="5"/>
              </w:numPr>
            </w:pPr>
            <w:r w:rsidRPr="00791627">
              <w:t>If the area of a parallelogram is 630 in</w:t>
            </w:r>
            <w:r w:rsidRPr="00791627">
              <w:rPr>
                <w:vertAlign w:val="superscript"/>
              </w:rPr>
              <w:t>2</w:t>
            </w:r>
            <w:r w:rsidRPr="00791627">
              <w:t>, and the height is there times the base, find the measures of the height and base.  Round every step to the nearest tenth.</w:t>
            </w:r>
          </w:p>
          <w:p w14:paraId="06CB8DD4" w14:textId="77777777" w:rsidR="00791627" w:rsidRPr="00941B18" w:rsidRDefault="00791627" w:rsidP="00CF2641">
            <w:pPr>
              <w:rPr>
                <w:b/>
              </w:rPr>
            </w:pPr>
          </w:p>
        </w:tc>
      </w:tr>
      <w:tr w:rsidR="00791627" w14:paraId="498AB70A" w14:textId="77777777" w:rsidTr="007916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BF" w:firstRow="1" w:lastRow="0" w:firstColumn="1" w:lastColumn="0" w:noHBand="0" w:noVBand="0"/>
        </w:tblPrEx>
        <w:tc>
          <w:tcPr>
            <w:tcW w:w="5363" w:type="dxa"/>
          </w:tcPr>
          <w:p w14:paraId="6397A53A" w14:textId="77777777" w:rsidR="00791627" w:rsidRPr="00791627" w:rsidRDefault="00791627" w:rsidP="00791627">
            <w:pPr>
              <w:pStyle w:val="ListParagraph"/>
              <w:numPr>
                <w:ilvl w:val="0"/>
                <w:numId w:val="5"/>
              </w:numPr>
              <w:shd w:val="clear" w:color="auto" w:fill="FFFFFF"/>
              <w:spacing w:line="259" w:lineRule="exact"/>
              <w:rPr>
                <w:b/>
                <w:bCs/>
                <w:color w:val="000000"/>
              </w:rPr>
            </w:pPr>
            <w:r w:rsidRPr="00791627">
              <w:rPr>
                <w:bCs/>
                <w:color w:val="000000"/>
              </w:rPr>
              <w:lastRenderedPageBreak/>
              <w:t xml:space="preserve">Classify </w:t>
            </w:r>
            <w:r w:rsidRPr="00791627">
              <w:rPr>
                <w:bCs/>
                <w:color w:val="000000"/>
                <w:u w:val="single"/>
              </w:rPr>
              <w:t>all</w:t>
            </w:r>
            <w:r w:rsidRPr="00791627">
              <w:rPr>
                <w:bCs/>
                <w:color w:val="000000"/>
              </w:rPr>
              <w:t xml:space="preserve"> quadrilaterals—</w:t>
            </w:r>
            <w:r w:rsidRPr="00791627">
              <w:rPr>
                <w:bCs/>
                <w:i/>
                <w:iCs/>
                <w:color w:val="000000"/>
              </w:rPr>
              <w:t xml:space="preserve">parallelogram, rectangle, rhombus, </w:t>
            </w:r>
            <w:r w:rsidRPr="00791627">
              <w:rPr>
                <w:bCs/>
                <w:color w:val="000000"/>
              </w:rPr>
              <w:t xml:space="preserve">and </w:t>
            </w:r>
            <w:r w:rsidRPr="00791627">
              <w:rPr>
                <w:bCs/>
                <w:i/>
                <w:iCs/>
                <w:color w:val="000000"/>
              </w:rPr>
              <w:t>square</w:t>
            </w:r>
            <w:r w:rsidRPr="00791627">
              <w:rPr>
                <w:bCs/>
                <w:color w:val="000000"/>
              </w:rPr>
              <w:t>—for which the statement is true. (There may be more than one answer per statement.)</w:t>
            </w:r>
          </w:p>
          <w:p w14:paraId="4BAAA0D9" w14:textId="77777777" w:rsidR="00791627" w:rsidRPr="00C14ABC" w:rsidRDefault="00791627" w:rsidP="00CF2641">
            <w:pPr>
              <w:shd w:val="clear" w:color="auto" w:fill="FFFFFF"/>
              <w:spacing w:line="259" w:lineRule="exact"/>
            </w:pPr>
          </w:p>
          <w:p w14:paraId="6BE98B8E" w14:textId="77777777" w:rsidR="00791627" w:rsidRPr="00C14ABC" w:rsidRDefault="00791627" w:rsidP="00CF2641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4781"/>
              </w:tabs>
              <w:autoSpaceDE w:val="0"/>
              <w:autoSpaceDN w:val="0"/>
              <w:adjustRightInd w:val="0"/>
              <w:spacing w:line="480" w:lineRule="auto"/>
              <w:rPr>
                <w:color w:val="000000"/>
              </w:rPr>
            </w:pPr>
            <w:r w:rsidRPr="00C14ABC">
              <w:rPr>
                <w:color w:val="000000"/>
              </w:rPr>
              <w:t>It is equilateral.</w:t>
            </w:r>
          </w:p>
          <w:p w14:paraId="799BC7E9" w14:textId="77777777" w:rsidR="00791627" w:rsidRPr="00C14ABC" w:rsidRDefault="00791627" w:rsidP="00CF2641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4781"/>
              </w:tabs>
              <w:autoSpaceDE w:val="0"/>
              <w:autoSpaceDN w:val="0"/>
              <w:adjustRightInd w:val="0"/>
              <w:spacing w:line="480" w:lineRule="auto"/>
              <w:rPr>
                <w:color w:val="000000"/>
              </w:rPr>
            </w:pPr>
            <w:r w:rsidRPr="00C14ABC">
              <w:rPr>
                <w:color w:val="000000"/>
              </w:rPr>
              <w:t>The diagonals are congruent.</w:t>
            </w:r>
          </w:p>
          <w:p w14:paraId="68512343" w14:textId="77777777" w:rsidR="00791627" w:rsidRPr="00C14ABC" w:rsidRDefault="00791627" w:rsidP="00CF2641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4781"/>
              </w:tabs>
              <w:autoSpaceDE w:val="0"/>
              <w:autoSpaceDN w:val="0"/>
              <w:adjustRightInd w:val="0"/>
              <w:spacing w:line="480" w:lineRule="auto"/>
              <w:rPr>
                <w:color w:val="000000"/>
              </w:rPr>
            </w:pPr>
            <w:r w:rsidRPr="00C14ABC">
              <w:rPr>
                <w:color w:val="000000"/>
              </w:rPr>
              <w:t>It can contain obtuse angles.</w:t>
            </w:r>
          </w:p>
          <w:p w14:paraId="0BC2B7A8" w14:textId="77777777" w:rsidR="00791627" w:rsidRPr="00C14ABC" w:rsidRDefault="00791627" w:rsidP="00CF2641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4781"/>
              </w:tabs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C14ABC">
              <w:rPr>
                <w:color w:val="000000"/>
              </w:rPr>
              <w:t>It contains no acute angles.</w:t>
            </w:r>
          </w:p>
          <w:p w14:paraId="480C543D" w14:textId="77777777" w:rsidR="00791627" w:rsidRPr="00C14ABC" w:rsidRDefault="00791627" w:rsidP="00CF2641"/>
        </w:tc>
        <w:tc>
          <w:tcPr>
            <w:tcW w:w="5653" w:type="dxa"/>
          </w:tcPr>
          <w:p w14:paraId="1C088872" w14:textId="77777777" w:rsidR="00791627" w:rsidRPr="00C14ABC" w:rsidRDefault="00791627" w:rsidP="00791627">
            <w:pPr>
              <w:pStyle w:val="ListParagraph"/>
              <w:numPr>
                <w:ilvl w:val="0"/>
                <w:numId w:val="5"/>
              </w:numPr>
              <w:shd w:val="clear" w:color="auto" w:fill="FFFFFF"/>
              <w:spacing w:line="259" w:lineRule="exact"/>
            </w:pPr>
            <w:r w:rsidRPr="00791627">
              <w:rPr>
                <w:bCs/>
                <w:color w:val="000000"/>
              </w:rPr>
              <w:t xml:space="preserve">Classify the special quadrilateral. </w:t>
            </w:r>
            <w:r w:rsidRPr="00791627">
              <w:rPr>
                <w:bCs/>
                <w:i/>
                <w:iCs/>
                <w:color w:val="000000"/>
              </w:rPr>
              <w:t xml:space="preserve">Explain </w:t>
            </w:r>
            <w:r w:rsidRPr="00791627">
              <w:rPr>
                <w:bCs/>
                <w:color w:val="000000"/>
              </w:rPr>
              <w:t xml:space="preserve">your reasoning. Then find the values of </w:t>
            </w:r>
            <w:r w:rsidRPr="00791627">
              <w:rPr>
                <w:bCs/>
                <w:i/>
                <w:iCs/>
                <w:color w:val="000000"/>
              </w:rPr>
              <w:t xml:space="preserve">x </w:t>
            </w:r>
            <w:r w:rsidRPr="00791627">
              <w:rPr>
                <w:bCs/>
                <w:color w:val="000000"/>
              </w:rPr>
              <w:t xml:space="preserve">and </w:t>
            </w:r>
            <w:r w:rsidRPr="00791627">
              <w:rPr>
                <w:bCs/>
                <w:i/>
                <w:iCs/>
                <w:color w:val="000000"/>
              </w:rPr>
              <w:t>y.</w:t>
            </w:r>
          </w:p>
          <w:p w14:paraId="0E67408E" w14:textId="77777777" w:rsidR="00791627" w:rsidRPr="00C14ABC" w:rsidRDefault="00791627" w:rsidP="00CF2641"/>
          <w:p w14:paraId="2A243179" w14:textId="77777777" w:rsidR="00791627" w:rsidRPr="00C14ABC" w:rsidRDefault="00791627" w:rsidP="00CF2641">
            <w:r>
              <w:rPr>
                <w:noProof/>
              </w:rPr>
              <w:drawing>
                <wp:inline distT="0" distB="0" distL="0" distR="0" wp14:anchorId="53D306C7" wp14:editId="61B7F182">
                  <wp:extent cx="1752600" cy="1442331"/>
                  <wp:effectExtent l="19050" t="0" r="0" b="0"/>
                  <wp:docPr id="7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4423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1627" w14:paraId="7602F79F" w14:textId="77777777" w:rsidTr="00512A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BF" w:firstRow="1" w:lastRow="0" w:firstColumn="1" w:lastColumn="0" w:noHBand="0" w:noVBand="0"/>
        </w:tblPrEx>
        <w:tc>
          <w:tcPr>
            <w:tcW w:w="5363" w:type="dxa"/>
          </w:tcPr>
          <w:p w14:paraId="699CCA6E" w14:textId="77777777" w:rsidR="00791627" w:rsidRDefault="00791627" w:rsidP="00791627">
            <w:pPr>
              <w:pStyle w:val="ListParagraph"/>
              <w:numPr>
                <w:ilvl w:val="0"/>
                <w:numId w:val="5"/>
              </w:numPr>
            </w:pPr>
            <w:r w:rsidRPr="00791627">
              <w:rPr>
                <w:bCs/>
                <w:color w:val="000000"/>
              </w:rPr>
              <w:t xml:space="preserve">Classify the special quadrilateral. </w:t>
            </w:r>
            <w:r w:rsidRPr="00791627">
              <w:rPr>
                <w:bCs/>
                <w:i/>
                <w:iCs/>
                <w:color w:val="000000"/>
              </w:rPr>
              <w:t xml:space="preserve">Explain </w:t>
            </w:r>
            <w:r w:rsidRPr="00791627">
              <w:rPr>
                <w:bCs/>
                <w:color w:val="000000"/>
              </w:rPr>
              <w:t xml:space="preserve">your reasoning. Then find the values of </w:t>
            </w:r>
            <w:r w:rsidRPr="00791627">
              <w:rPr>
                <w:bCs/>
                <w:i/>
                <w:iCs/>
                <w:color w:val="000000"/>
              </w:rPr>
              <w:t xml:space="preserve">x </w:t>
            </w:r>
            <w:r w:rsidRPr="00791627">
              <w:rPr>
                <w:bCs/>
                <w:color w:val="000000"/>
              </w:rPr>
              <w:t xml:space="preserve">and </w:t>
            </w:r>
            <w:r w:rsidRPr="00791627">
              <w:rPr>
                <w:bCs/>
                <w:i/>
                <w:iCs/>
                <w:color w:val="000000"/>
              </w:rPr>
              <w:t>y.</w:t>
            </w:r>
          </w:p>
          <w:p w14:paraId="3F0EC8F5" w14:textId="77777777" w:rsidR="00791627" w:rsidRDefault="00791627" w:rsidP="00CF2641">
            <w:r>
              <w:rPr>
                <w:noProof/>
              </w:rPr>
              <w:drawing>
                <wp:inline distT="0" distB="0" distL="0" distR="0" wp14:anchorId="68B8F3AC" wp14:editId="1A68F975">
                  <wp:extent cx="2105025" cy="1341953"/>
                  <wp:effectExtent l="19050" t="0" r="9525" b="0"/>
                  <wp:docPr id="12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025" cy="13419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404788" w14:textId="77777777" w:rsidR="00791627" w:rsidRDefault="00791627" w:rsidP="00CF2641"/>
          <w:p w14:paraId="7E04EECA" w14:textId="77777777" w:rsidR="00791627" w:rsidRDefault="00791627" w:rsidP="00CF2641"/>
        </w:tc>
        <w:tc>
          <w:tcPr>
            <w:tcW w:w="5653" w:type="dxa"/>
          </w:tcPr>
          <w:p w14:paraId="1E49B90A" w14:textId="77777777" w:rsidR="00791627" w:rsidRDefault="00791627" w:rsidP="00791627">
            <w:pPr>
              <w:pStyle w:val="ListParagraph"/>
              <w:numPr>
                <w:ilvl w:val="0"/>
                <w:numId w:val="5"/>
              </w:numPr>
              <w:shd w:val="clear" w:color="auto" w:fill="FFFFFF"/>
              <w:spacing w:line="259" w:lineRule="exact"/>
            </w:pPr>
            <w:r w:rsidRPr="00791627">
              <w:rPr>
                <w:bCs/>
                <w:color w:val="000000"/>
              </w:rPr>
              <w:t xml:space="preserve">The diagonals of rhombus </w:t>
            </w:r>
            <w:r w:rsidRPr="00791627">
              <w:rPr>
                <w:bCs/>
                <w:i/>
                <w:iCs/>
                <w:color w:val="000000"/>
              </w:rPr>
              <w:t xml:space="preserve">PQRS </w:t>
            </w:r>
            <w:r w:rsidRPr="00791627">
              <w:rPr>
                <w:bCs/>
                <w:color w:val="000000"/>
              </w:rPr>
              <w:t xml:space="preserve">intersect at </w:t>
            </w:r>
            <w:r w:rsidRPr="00791627">
              <w:rPr>
                <w:bCs/>
                <w:i/>
                <w:iCs/>
                <w:color w:val="000000"/>
              </w:rPr>
              <w:t>T</w:t>
            </w:r>
            <w:r w:rsidRPr="00791627">
              <w:rPr>
                <w:bCs/>
                <w:color w:val="000000"/>
              </w:rPr>
              <w:t xml:space="preserve">. Given that </w:t>
            </w:r>
            <w:r w:rsidRPr="00791627">
              <w:rPr>
                <w:bCs/>
                <w:i/>
                <w:iCs/>
                <w:color w:val="000000"/>
              </w:rPr>
              <w:t>m</w:t>
            </w:r>
            <w:r w:rsidRPr="004D01A9">
              <w:sym w:font="Symbol" w:char="F0D0"/>
            </w:r>
            <w:r w:rsidRPr="00791627">
              <w:rPr>
                <w:bCs/>
                <w:i/>
                <w:iCs/>
                <w:color w:val="000000"/>
              </w:rPr>
              <w:t xml:space="preserve">RPS </w:t>
            </w:r>
            <w:r w:rsidRPr="00791627">
              <w:rPr>
                <w:bCs/>
                <w:color w:val="000000"/>
              </w:rPr>
              <w:t xml:space="preserve">= 30° and </w:t>
            </w:r>
            <w:r w:rsidRPr="00791627">
              <w:rPr>
                <w:bCs/>
                <w:i/>
                <w:iCs/>
                <w:color w:val="000000"/>
              </w:rPr>
              <w:t xml:space="preserve">RT </w:t>
            </w:r>
            <w:r w:rsidRPr="00791627">
              <w:rPr>
                <w:bCs/>
                <w:color w:val="000000"/>
              </w:rPr>
              <w:t>= 6, find the indicated measure.</w:t>
            </w:r>
            <w:r>
              <w:t xml:space="preserve"> </w:t>
            </w:r>
          </w:p>
          <w:p w14:paraId="0D4C7FA4" w14:textId="77777777" w:rsidR="00791627" w:rsidRDefault="00791627" w:rsidP="00CF2641">
            <w:pPr>
              <w:shd w:val="clear" w:color="auto" w:fill="FFFFFF"/>
              <w:spacing w:line="259" w:lineRule="exact"/>
            </w:pPr>
          </w:p>
          <w:p w14:paraId="4AC9633C" w14:textId="77777777" w:rsidR="00791627" w:rsidRPr="004D01A9" w:rsidRDefault="00791627" w:rsidP="00791627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2347"/>
              </w:tabs>
              <w:autoSpaceDE w:val="0"/>
              <w:autoSpaceDN w:val="0"/>
              <w:adjustRightInd w:val="0"/>
              <w:spacing w:line="480" w:lineRule="auto"/>
              <w:rPr>
                <w:i/>
                <w:iCs/>
                <w:color w:val="000000"/>
              </w:rPr>
            </w:pPr>
            <w:r w:rsidRPr="004D01A9">
              <w:rPr>
                <w:i/>
                <w:iCs/>
                <w:color w:val="000000"/>
              </w:rPr>
              <w:t>m</w:t>
            </w:r>
            <w:r w:rsidRPr="004D01A9">
              <w:rPr>
                <w:b/>
                <w:bCs/>
                <w:color w:val="000000"/>
              </w:rPr>
              <w:sym w:font="Symbol" w:char="F0D0"/>
            </w:r>
            <w:r w:rsidRPr="004D01A9">
              <w:rPr>
                <w:i/>
                <w:iCs/>
                <w:color w:val="000000"/>
              </w:rPr>
              <w:t>QPR</w:t>
            </w:r>
          </w:p>
          <w:p w14:paraId="2AF0D887" w14:textId="77777777" w:rsidR="00791627" w:rsidRPr="004D01A9" w:rsidRDefault="00791627" w:rsidP="00791627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2347"/>
              </w:tabs>
              <w:autoSpaceDE w:val="0"/>
              <w:autoSpaceDN w:val="0"/>
              <w:adjustRightInd w:val="0"/>
              <w:spacing w:line="480" w:lineRule="auto"/>
              <w:rPr>
                <w:i/>
                <w:iCs/>
                <w:color w:val="000000"/>
              </w:rPr>
            </w:pPr>
            <w:r w:rsidRPr="004D01A9">
              <w:rPr>
                <w:i/>
                <w:iCs/>
                <w:color w:val="000000"/>
              </w:rPr>
              <w:t>m</w:t>
            </w:r>
            <w:r w:rsidRPr="004D01A9">
              <w:rPr>
                <w:b/>
                <w:bCs/>
                <w:color w:val="000000"/>
              </w:rPr>
              <w:sym w:font="Symbol" w:char="F0D0"/>
            </w:r>
            <w:r w:rsidRPr="004D01A9">
              <w:rPr>
                <w:i/>
                <w:iCs/>
                <w:color w:val="000000"/>
              </w:rPr>
              <w:t>QTP</w:t>
            </w:r>
          </w:p>
          <w:p w14:paraId="74AF83D0" w14:textId="77777777" w:rsidR="00791627" w:rsidRPr="004D01A9" w:rsidRDefault="00791627" w:rsidP="00791627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2347"/>
              </w:tabs>
              <w:autoSpaceDE w:val="0"/>
              <w:autoSpaceDN w:val="0"/>
              <w:adjustRightInd w:val="0"/>
              <w:spacing w:line="480" w:lineRule="auto"/>
              <w:rPr>
                <w:i/>
                <w:iCs/>
                <w:color w:val="000000"/>
              </w:rPr>
            </w:pPr>
            <w:r w:rsidRPr="004D01A9">
              <w:rPr>
                <w:i/>
                <w:iCs/>
                <w:color w:val="000000"/>
              </w:rPr>
              <w:t>RP</w:t>
            </w:r>
          </w:p>
          <w:p w14:paraId="0C60BB6D" w14:textId="77777777" w:rsidR="00791627" w:rsidRPr="00791627" w:rsidRDefault="00791627" w:rsidP="00CF2641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2347"/>
              </w:tabs>
              <w:autoSpaceDE w:val="0"/>
              <w:autoSpaceDN w:val="0"/>
              <w:adjustRightInd w:val="0"/>
              <w:spacing w:line="480" w:lineRule="auto"/>
              <w:rPr>
                <w:i/>
                <w:iCs/>
                <w:color w:val="000000"/>
              </w:rPr>
            </w:pPr>
            <w:r>
              <w:rPr>
                <w:i/>
                <w:iCs/>
                <w:noProof/>
                <w:color w:val="000000"/>
              </w:rPr>
              <w:drawing>
                <wp:anchor distT="0" distB="0" distL="114300" distR="114300" simplePos="0" relativeHeight="251656704" behindDoc="1" locked="0" layoutInCell="1" allowOverlap="1" wp14:anchorId="4836CD87" wp14:editId="79778D94">
                  <wp:simplePos x="0" y="0"/>
                  <wp:positionH relativeFrom="column">
                    <wp:posOffset>2004695</wp:posOffset>
                  </wp:positionH>
                  <wp:positionV relativeFrom="paragraph">
                    <wp:posOffset>-1244600</wp:posOffset>
                  </wp:positionV>
                  <wp:extent cx="1371600" cy="904875"/>
                  <wp:effectExtent l="19050" t="0" r="0" b="0"/>
                  <wp:wrapTight wrapText="bothSides">
                    <wp:wrapPolygon edited="0">
                      <wp:start x="-300" y="0"/>
                      <wp:lineTo x="-300" y="21373"/>
                      <wp:lineTo x="21600" y="21373"/>
                      <wp:lineTo x="21600" y="0"/>
                      <wp:lineTo x="-300" y="0"/>
                    </wp:wrapPolygon>
                  </wp:wrapTight>
                  <wp:docPr id="13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D01A9">
              <w:rPr>
                <w:i/>
                <w:iCs/>
                <w:color w:val="000000"/>
              </w:rPr>
              <w:t>QT</w:t>
            </w:r>
          </w:p>
        </w:tc>
      </w:tr>
      <w:tr w:rsidR="00791627" w:rsidRPr="00BD2A8F" w14:paraId="59ED6483" w14:textId="77777777" w:rsidTr="00791627"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28359" w14:textId="77777777" w:rsidR="00791627" w:rsidRPr="00791627" w:rsidRDefault="00791627" w:rsidP="00791627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 w:rsidRPr="00791627">
              <w:rPr>
                <w:b/>
              </w:rPr>
              <w:t>Find the value of each variable in the parallelogram.</w:t>
            </w:r>
          </w:p>
          <w:p w14:paraId="0ED5DF73" w14:textId="77777777" w:rsidR="00791627" w:rsidRPr="00791627" w:rsidRDefault="00791627" w:rsidP="00CF2641">
            <w:pPr>
              <w:rPr>
                <w:b/>
              </w:rPr>
            </w:pPr>
            <w:r w:rsidRPr="00791627">
              <w:rPr>
                <w:b/>
                <w:noProof/>
              </w:rPr>
              <w:drawing>
                <wp:inline distT="0" distB="0" distL="0" distR="0" wp14:anchorId="7A7F694A" wp14:editId="04F725E9">
                  <wp:extent cx="1790700" cy="1152525"/>
                  <wp:effectExtent l="19050" t="0" r="0" b="0"/>
                  <wp:docPr id="4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1152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EA0AD4" w14:textId="77777777" w:rsidR="00791627" w:rsidRPr="00791627" w:rsidRDefault="00791627" w:rsidP="00CF2641">
            <w:pPr>
              <w:rPr>
                <w:b/>
              </w:rPr>
            </w:pPr>
          </w:p>
          <w:p w14:paraId="56AE4EDD" w14:textId="77777777" w:rsidR="00791627" w:rsidRPr="00791627" w:rsidRDefault="00791627" w:rsidP="00CF2641">
            <w:pPr>
              <w:rPr>
                <w:b/>
              </w:rPr>
            </w:pPr>
          </w:p>
          <w:p w14:paraId="78146B0B" w14:textId="77777777" w:rsidR="00791627" w:rsidRPr="00791627" w:rsidRDefault="00791627" w:rsidP="00CF2641">
            <w:pPr>
              <w:rPr>
                <w:b/>
              </w:rPr>
            </w:pPr>
          </w:p>
          <w:p w14:paraId="425B8161" w14:textId="77777777" w:rsidR="00791627" w:rsidRPr="00791627" w:rsidRDefault="00791627" w:rsidP="00CF2641">
            <w:pPr>
              <w:rPr>
                <w:b/>
              </w:rPr>
            </w:pPr>
          </w:p>
          <w:p w14:paraId="4B7F2DCB" w14:textId="77777777" w:rsidR="00791627" w:rsidRPr="00791627" w:rsidRDefault="00791627" w:rsidP="00CF2641">
            <w:pPr>
              <w:rPr>
                <w:b/>
              </w:rPr>
            </w:pPr>
          </w:p>
        </w:tc>
        <w:tc>
          <w:tcPr>
            <w:tcW w:w="5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CB07E" w14:textId="77777777" w:rsidR="00791627" w:rsidRPr="00791627" w:rsidRDefault="00791627" w:rsidP="00791627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 w:rsidRPr="00791627">
              <w:rPr>
                <w:b/>
              </w:rPr>
              <w:t>Find the value of each variable in the parallelogram.</w:t>
            </w:r>
          </w:p>
          <w:p w14:paraId="26DBB342" w14:textId="77777777" w:rsidR="00791627" w:rsidRPr="00791627" w:rsidRDefault="00791627" w:rsidP="00CF2641">
            <w:pPr>
              <w:rPr>
                <w:b/>
              </w:rPr>
            </w:pPr>
            <w:r w:rsidRPr="00791627">
              <w:rPr>
                <w:b/>
                <w:noProof/>
              </w:rPr>
              <w:drawing>
                <wp:inline distT="0" distB="0" distL="0" distR="0" wp14:anchorId="18761006" wp14:editId="04516863">
                  <wp:extent cx="1581150" cy="1190625"/>
                  <wp:effectExtent l="19050" t="0" r="0" b="0"/>
                  <wp:docPr id="5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1190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78AA84" w14:textId="77777777" w:rsidR="00791627" w:rsidRPr="00791627" w:rsidRDefault="00791627" w:rsidP="00CF2641">
            <w:pPr>
              <w:rPr>
                <w:b/>
              </w:rPr>
            </w:pPr>
          </w:p>
          <w:p w14:paraId="113264FF" w14:textId="77777777" w:rsidR="00791627" w:rsidRPr="00791627" w:rsidRDefault="00791627" w:rsidP="00CF2641">
            <w:pPr>
              <w:rPr>
                <w:b/>
              </w:rPr>
            </w:pPr>
          </w:p>
          <w:p w14:paraId="55593259" w14:textId="77777777" w:rsidR="00791627" w:rsidRPr="00791627" w:rsidRDefault="00791627" w:rsidP="00CF2641">
            <w:pPr>
              <w:rPr>
                <w:b/>
              </w:rPr>
            </w:pPr>
          </w:p>
        </w:tc>
      </w:tr>
      <w:tr w:rsidR="00791627" w:rsidRPr="00BD2A8F" w14:paraId="3CE9177F" w14:textId="77777777" w:rsidTr="00791627"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5C9D0" w14:textId="77777777" w:rsidR="00791627" w:rsidRPr="00791627" w:rsidRDefault="00791627" w:rsidP="00791627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 w:rsidRPr="00791627">
              <w:rPr>
                <w:b/>
              </w:rPr>
              <w:t xml:space="preserve">Find the a) perimeter and b) area of the parallelogram. </w:t>
            </w:r>
          </w:p>
          <w:p w14:paraId="418BEA55" w14:textId="0AA2EC7A" w:rsidR="00791627" w:rsidRPr="00791627" w:rsidRDefault="00A700BB" w:rsidP="00CF2641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421E45E7" wp14:editId="25997179">
                      <wp:simplePos x="0" y="0"/>
                      <wp:positionH relativeFrom="column">
                        <wp:posOffset>-99060</wp:posOffset>
                      </wp:positionH>
                      <wp:positionV relativeFrom="paragraph">
                        <wp:posOffset>197485</wp:posOffset>
                      </wp:positionV>
                      <wp:extent cx="475615" cy="253365"/>
                      <wp:effectExtent l="2540" t="0" r="4445" b="635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5615" cy="2533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6D0C287" w14:textId="77777777" w:rsidR="00791627" w:rsidRDefault="00791627" w:rsidP="00791627">
                                  <w:r>
                                    <w:t>7 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1E45E7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_x0020_Box_x0020_2" o:spid="_x0000_s1027" type="#_x0000_t202" style="position:absolute;margin-left:-7.8pt;margin-top:15.55pt;width:37.45pt;height:19.9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" stroked="f">
                      <v:fill opacity="0"/>
                      <v:textbox>
                        <w:txbxContent>
                          <w:p w14:paraId="16D0C287" w14:textId="77777777" w:rsidR="00791627" w:rsidRDefault="00791627" w:rsidP="00791627">
                            <w:r>
                              <w:t>7 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91627" w:rsidRPr="00791627">
              <w:rPr>
                <w:b/>
                <w:noProof/>
              </w:rPr>
              <w:drawing>
                <wp:inline distT="0" distB="0" distL="0" distR="0" wp14:anchorId="1E6C81A4" wp14:editId="43B6386F">
                  <wp:extent cx="1790700" cy="923925"/>
                  <wp:effectExtent l="19050" t="0" r="0" b="0"/>
                  <wp:docPr id="6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A99A72" w14:textId="77777777" w:rsidR="00791627" w:rsidRPr="00791627" w:rsidRDefault="00791627" w:rsidP="00CF2641">
            <w:pPr>
              <w:rPr>
                <w:b/>
              </w:rPr>
            </w:pPr>
          </w:p>
          <w:p w14:paraId="1896D08C" w14:textId="77777777" w:rsidR="00791627" w:rsidRPr="00791627" w:rsidRDefault="00791627" w:rsidP="00CF2641">
            <w:pPr>
              <w:rPr>
                <w:b/>
              </w:rPr>
            </w:pPr>
          </w:p>
          <w:p w14:paraId="6CCB491F" w14:textId="77777777" w:rsidR="00791627" w:rsidRPr="00791627" w:rsidRDefault="00791627" w:rsidP="00CF2641">
            <w:pPr>
              <w:rPr>
                <w:b/>
              </w:rPr>
            </w:pPr>
          </w:p>
          <w:p w14:paraId="4DC1284A" w14:textId="77777777" w:rsidR="00791627" w:rsidRPr="00791627" w:rsidRDefault="00791627" w:rsidP="00CF2641">
            <w:pPr>
              <w:rPr>
                <w:b/>
              </w:rPr>
            </w:pPr>
          </w:p>
          <w:p w14:paraId="06338CCE" w14:textId="77777777" w:rsidR="00791627" w:rsidRPr="00791627" w:rsidRDefault="00791627" w:rsidP="00CF2641">
            <w:pPr>
              <w:rPr>
                <w:b/>
              </w:rPr>
            </w:pPr>
          </w:p>
        </w:tc>
        <w:tc>
          <w:tcPr>
            <w:tcW w:w="5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D8039" w14:textId="77777777" w:rsidR="00791627" w:rsidRPr="00791627" w:rsidRDefault="00791627" w:rsidP="00791627">
            <w:pPr>
              <w:pStyle w:val="ListParagraph"/>
              <w:numPr>
                <w:ilvl w:val="0"/>
                <w:numId w:val="5"/>
              </w:numPr>
            </w:pPr>
            <w:r w:rsidRPr="00791627">
              <w:t xml:space="preserve">One quadrilateral has parallel opposite sides and another quadrilateral has congruent opposite sides. What types of shapes could </w:t>
            </w:r>
            <w:r w:rsidRPr="00791627">
              <w:rPr>
                <w:u w:val="single"/>
              </w:rPr>
              <w:t>both</w:t>
            </w:r>
            <w:r w:rsidRPr="00791627">
              <w:t xml:space="preserve"> be?</w:t>
            </w:r>
          </w:p>
          <w:p w14:paraId="551CC5D3" w14:textId="77777777" w:rsidR="00791627" w:rsidRPr="00791627" w:rsidRDefault="00791627" w:rsidP="00CF2641">
            <w:pPr>
              <w:rPr>
                <w:b/>
              </w:rPr>
            </w:pPr>
          </w:p>
          <w:p w14:paraId="4BDE158F" w14:textId="77777777" w:rsidR="00791627" w:rsidRPr="00791627" w:rsidRDefault="00791627" w:rsidP="00CF2641">
            <w:pPr>
              <w:rPr>
                <w:b/>
              </w:rPr>
            </w:pPr>
          </w:p>
          <w:p w14:paraId="21EDDAA1" w14:textId="77777777" w:rsidR="00791627" w:rsidRPr="00791627" w:rsidRDefault="00791627" w:rsidP="00CF2641">
            <w:pPr>
              <w:rPr>
                <w:b/>
              </w:rPr>
            </w:pPr>
          </w:p>
        </w:tc>
      </w:tr>
    </w:tbl>
    <w:p w14:paraId="55374824" w14:textId="77777777" w:rsidR="00791627" w:rsidRDefault="00791627" w:rsidP="00791627"/>
    <w:p w14:paraId="44D76139" w14:textId="77777777" w:rsidR="00791627" w:rsidRPr="00791627" w:rsidRDefault="00791627" w:rsidP="00791627">
      <w:pPr>
        <w:rPr>
          <w:rFonts w:ascii="Calibri" w:hAnsi="Calibri" w:cs="Calibri"/>
          <w:sz w:val="2"/>
        </w:rPr>
      </w:pPr>
    </w:p>
    <w:p w14:paraId="15B9A0E0" w14:textId="77777777" w:rsidR="004A1C66" w:rsidRPr="00791627" w:rsidRDefault="004A1C66">
      <w:pPr>
        <w:rPr>
          <w:sz w:val="2"/>
        </w:rPr>
      </w:pPr>
    </w:p>
    <w:sectPr w:rsidR="004A1C66" w:rsidRPr="00791627" w:rsidSect="008D1D28">
      <w:footerReference w:type="even" r:id="rId13"/>
      <w:footerReference w:type="default" r:id="rId14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9C2BAD" w14:textId="77777777" w:rsidR="00DE6414" w:rsidRDefault="00DE6414" w:rsidP="004A1C66">
      <w:r>
        <w:separator/>
      </w:r>
    </w:p>
  </w:endnote>
  <w:endnote w:type="continuationSeparator" w:id="0">
    <w:p w14:paraId="773A96E9" w14:textId="77777777" w:rsidR="00DE6414" w:rsidRDefault="00DE6414" w:rsidP="004A1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760481" w14:textId="77777777" w:rsidR="00694AC6" w:rsidRDefault="00694AC6" w:rsidP="007F1832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D64008E" w14:textId="77777777" w:rsidR="00694AC6" w:rsidRDefault="00694AC6" w:rsidP="00694AC6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79630" w14:textId="77777777" w:rsidR="00694AC6" w:rsidRDefault="00694AC6" w:rsidP="007F1832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321980D3" w14:textId="13D0B054" w:rsidR="004A1C66" w:rsidRPr="00694AC6" w:rsidRDefault="00694AC6" w:rsidP="00694AC6">
    <w:pPr>
      <w:pStyle w:val="Footer"/>
      <w:ind w:right="360"/>
      <w:jc w:val="center"/>
      <w:rPr>
        <w:b/>
        <w:sz w:val="28"/>
        <w:szCs w:val="28"/>
      </w:rPr>
    </w:pPr>
    <w:r w:rsidRPr="00694AC6">
      <w:rPr>
        <w:b/>
        <w:sz w:val="28"/>
        <w:szCs w:val="28"/>
      </w:rPr>
      <w:t xml:space="preserve">BE YOUR BEST SELF </w:t>
    </w:r>
  </w:p>
  <w:p w14:paraId="176FF041" w14:textId="77777777" w:rsidR="004A1C66" w:rsidRDefault="004A1C6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A8944B" w14:textId="77777777" w:rsidR="00DE6414" w:rsidRDefault="00DE6414" w:rsidP="004A1C66">
      <w:r>
        <w:separator/>
      </w:r>
    </w:p>
  </w:footnote>
  <w:footnote w:type="continuationSeparator" w:id="0">
    <w:p w14:paraId="2DC9EFF9" w14:textId="77777777" w:rsidR="00DE6414" w:rsidRDefault="00DE6414" w:rsidP="004A1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E5279E"/>
    <w:multiLevelType w:val="hybridMultilevel"/>
    <w:tmpl w:val="AB624D02"/>
    <w:lvl w:ilvl="0" w:tplc="D876D534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mbria" w:hAnsi="Calibri" w:cs="Times New Roman"/>
        <w:b w:val="0"/>
        <w:i w:val="0"/>
        <w:caps w:val="0"/>
        <w:strike w:val="0"/>
        <w:dstrike w:val="0"/>
        <w:vanish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19">
      <w:start w:val="1"/>
      <w:numFmt w:val="lowerLetter"/>
      <w:lvlText w:val="%2."/>
      <w:lvlJc w:val="left"/>
      <w:pPr>
        <w:tabs>
          <w:tab w:val="num" w:pos="1253"/>
        </w:tabs>
        <w:ind w:left="1253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973"/>
        </w:tabs>
        <w:ind w:left="1973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93"/>
        </w:tabs>
        <w:ind w:left="2693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413"/>
        </w:tabs>
        <w:ind w:left="3413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133"/>
        </w:tabs>
        <w:ind w:left="4133" w:hanging="180"/>
      </w:pPr>
    </w:lvl>
    <w:lvl w:ilvl="6" w:tplc="0409000F">
      <w:start w:val="1"/>
      <w:numFmt w:val="decimal"/>
      <w:lvlText w:val="%7."/>
      <w:lvlJc w:val="left"/>
      <w:pPr>
        <w:tabs>
          <w:tab w:val="num" w:pos="4853"/>
        </w:tabs>
        <w:ind w:left="4853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573"/>
        </w:tabs>
        <w:ind w:left="5573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293"/>
        </w:tabs>
        <w:ind w:left="6293" w:hanging="180"/>
      </w:pPr>
    </w:lvl>
  </w:abstractNum>
  <w:abstractNum w:abstractNumId="1">
    <w:nsid w:val="3CEA1E0E"/>
    <w:multiLevelType w:val="hybridMultilevel"/>
    <w:tmpl w:val="67EA0EF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704CC5"/>
    <w:multiLevelType w:val="hybridMultilevel"/>
    <w:tmpl w:val="03C28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80C93"/>
    <w:multiLevelType w:val="hybridMultilevel"/>
    <w:tmpl w:val="5B1EE560"/>
    <w:lvl w:ilvl="0" w:tplc="175C7AC0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Cambria" w:hAnsi="Calibri" w:cs="Times New Roman"/>
        <w:b w:val="0"/>
        <w:i w:val="0"/>
        <w:caps w:val="0"/>
        <w:strike w:val="0"/>
        <w:dstrike w:val="0"/>
        <w:vanish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1CC6BE9"/>
    <w:multiLevelType w:val="hybridMultilevel"/>
    <w:tmpl w:val="E22690FE"/>
    <w:lvl w:ilvl="0" w:tplc="352668B2">
      <w:start w:val="1"/>
      <w:numFmt w:val="decimal"/>
      <w:lvlText w:val="%1)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417274"/>
    <w:multiLevelType w:val="hybridMultilevel"/>
    <w:tmpl w:val="8550E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627"/>
    <w:rsid w:val="000248E2"/>
    <w:rsid w:val="001B0A83"/>
    <w:rsid w:val="001C5B15"/>
    <w:rsid w:val="00242D79"/>
    <w:rsid w:val="00290E04"/>
    <w:rsid w:val="003B785F"/>
    <w:rsid w:val="004A0678"/>
    <w:rsid w:val="004A1C66"/>
    <w:rsid w:val="004B270D"/>
    <w:rsid w:val="004D05E9"/>
    <w:rsid w:val="004E6D2D"/>
    <w:rsid w:val="005666CA"/>
    <w:rsid w:val="00635C2C"/>
    <w:rsid w:val="0065474E"/>
    <w:rsid w:val="0066796F"/>
    <w:rsid w:val="00674044"/>
    <w:rsid w:val="00694AC6"/>
    <w:rsid w:val="006D24AE"/>
    <w:rsid w:val="006F5A5F"/>
    <w:rsid w:val="00791627"/>
    <w:rsid w:val="00846041"/>
    <w:rsid w:val="008D1D28"/>
    <w:rsid w:val="00934081"/>
    <w:rsid w:val="009B59F1"/>
    <w:rsid w:val="009F11A5"/>
    <w:rsid w:val="00A700BB"/>
    <w:rsid w:val="00B53200"/>
    <w:rsid w:val="00BC7A8F"/>
    <w:rsid w:val="00CE4705"/>
    <w:rsid w:val="00DB3EB2"/>
    <w:rsid w:val="00DD6332"/>
    <w:rsid w:val="00DE6414"/>
    <w:rsid w:val="00E5621B"/>
    <w:rsid w:val="00E973E4"/>
    <w:rsid w:val="00ED0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AC8DC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6D2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D24AE"/>
    <w:rPr>
      <w:color w:val="808080"/>
    </w:rPr>
  </w:style>
  <w:style w:type="table" w:styleId="TableGrid">
    <w:name w:val="Table Grid"/>
    <w:basedOn w:val="TableNormal"/>
    <w:uiPriority w:val="59"/>
    <w:rsid w:val="00635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694A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%20Gustafson\Dropbox\geometry%202014%20-%202015\REG\Homework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C:\Users\D. Gustafson\Dropbox\geometry 2014 - 2015\REG\HomeworkTEMPLATE.dotx</Template>
  <TotalTime>1</TotalTime>
  <Pages>2</Pages>
  <Words>303</Words>
  <Characters>1733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Darrell Tiénou-Gustafson</dc:creator>
  <cp:lastModifiedBy>Katleiah Ramos</cp:lastModifiedBy>
  <cp:revision>3</cp:revision>
  <dcterms:created xsi:type="dcterms:W3CDTF">2016-02-28T15:13:00Z</dcterms:created>
  <dcterms:modified xsi:type="dcterms:W3CDTF">2016-02-28T15:14:00Z</dcterms:modified>
</cp:coreProperties>
</file>